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656DD" w14:textId="77777777" w:rsidR="00C064B7" w:rsidRPr="00537D80" w:rsidRDefault="00CD6897" w:rsidP="00C064B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064B7" w:rsidRPr="00537D80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C064B7" w:rsidRPr="00537D80">
        <w:rPr>
          <w:rFonts w:ascii="Corbel" w:hAnsi="Corbel"/>
          <w:bCs/>
          <w:i/>
        </w:rPr>
        <w:t>UR  nr</w:t>
      </w:r>
      <w:proofErr w:type="gramEnd"/>
      <w:r w:rsidR="00C064B7" w:rsidRPr="00537D80">
        <w:rPr>
          <w:rFonts w:ascii="Corbel" w:hAnsi="Corbel"/>
          <w:bCs/>
          <w:i/>
        </w:rPr>
        <w:t xml:space="preserve"> 12/2019</w:t>
      </w:r>
    </w:p>
    <w:p w14:paraId="620F2E2E" w14:textId="77777777" w:rsidR="00C064B7" w:rsidRPr="00537D80" w:rsidRDefault="00C064B7" w:rsidP="00C064B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37D80">
        <w:rPr>
          <w:rFonts w:ascii="Corbel" w:hAnsi="Corbel"/>
          <w:b/>
          <w:smallCaps/>
          <w:sz w:val="24"/>
          <w:szCs w:val="24"/>
        </w:rPr>
        <w:t>SYLABUS</w:t>
      </w:r>
    </w:p>
    <w:p w14:paraId="7B6B8901" w14:textId="77777777" w:rsidR="00C064B7" w:rsidRPr="00537D80" w:rsidRDefault="00C064B7" w:rsidP="00C064B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37D8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537D80">
        <w:rPr>
          <w:rFonts w:ascii="Corbel" w:hAnsi="Corbel"/>
          <w:smallCaps/>
          <w:sz w:val="24"/>
          <w:szCs w:val="24"/>
        </w:rPr>
        <w:t>2020-2022</w:t>
      </w:r>
    </w:p>
    <w:p w14:paraId="6773D396" w14:textId="77777777" w:rsidR="00C064B7" w:rsidRPr="00537D80" w:rsidRDefault="00C064B7" w:rsidP="00C064B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537D80">
        <w:rPr>
          <w:rFonts w:ascii="Corbel" w:hAnsi="Corbel"/>
          <w:sz w:val="20"/>
          <w:szCs w:val="20"/>
        </w:rPr>
        <w:t>Rok akademicki: 2021/2022</w:t>
      </w:r>
    </w:p>
    <w:p w14:paraId="0749206E" w14:textId="1EC6A78C" w:rsidR="0085747A" w:rsidRPr="00537D80" w:rsidRDefault="0085747A" w:rsidP="00C064B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B6DE1CC" w14:textId="5D90436B" w:rsidR="0085747A" w:rsidRPr="00537D80" w:rsidRDefault="0085747A" w:rsidP="00537D80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537D80">
        <w:rPr>
          <w:rFonts w:ascii="Corbel" w:hAnsi="Corbel"/>
          <w:szCs w:val="24"/>
        </w:rPr>
        <w:t xml:space="preserve">Podstawowe </w:t>
      </w:r>
      <w:r w:rsidR="00445970" w:rsidRPr="00537D80">
        <w:rPr>
          <w:rFonts w:ascii="Corbel" w:hAnsi="Corbel"/>
          <w:szCs w:val="24"/>
        </w:rPr>
        <w:t>informacje o przedmiocie</w:t>
      </w:r>
      <w:r w:rsidR="00537D80" w:rsidRPr="00537D80">
        <w:rPr>
          <w:rFonts w:ascii="Corbel" w:hAnsi="Corbel"/>
          <w:szCs w:val="24"/>
        </w:rPr>
        <w:t xml:space="preserve"> </w:t>
      </w:r>
    </w:p>
    <w:p w14:paraId="542654CE" w14:textId="77777777" w:rsidR="00537D80" w:rsidRPr="00537D80" w:rsidRDefault="00537D80" w:rsidP="00537D80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37D8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537D8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6701BF" w:rsidR="0085747A" w:rsidRPr="00537D80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 xml:space="preserve">Społeczna odpowiedzialność </w:t>
            </w:r>
            <w:r w:rsidR="00443670" w:rsidRPr="00537D80">
              <w:rPr>
                <w:rFonts w:ascii="Corbel" w:hAnsi="Corbel"/>
                <w:b w:val="0"/>
                <w:sz w:val="24"/>
                <w:szCs w:val="24"/>
              </w:rPr>
              <w:t>przedsiębiorstw</w:t>
            </w:r>
          </w:p>
        </w:tc>
      </w:tr>
      <w:tr w:rsidR="0085747A" w:rsidRPr="00537D8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537D8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37D8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BED08CE" w:rsidR="0085747A" w:rsidRPr="00537D80" w:rsidRDefault="00443670" w:rsidP="0061292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537D80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>E/II/EUB/C-1.5b</w:t>
            </w:r>
          </w:p>
        </w:tc>
      </w:tr>
      <w:tr w:rsidR="0085747A" w:rsidRPr="00537D8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537D8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N</w:t>
            </w:r>
            <w:r w:rsidR="0085747A" w:rsidRPr="00537D8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37D8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537D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37D8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658C783" w:rsidR="0085747A" w:rsidRPr="00537D80" w:rsidRDefault="00C064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37D8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ED9A426" w:rsidR="0085747A" w:rsidRPr="00537D80" w:rsidRDefault="004436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537D8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537D8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2DF4F55" w:rsidR="0085747A" w:rsidRPr="00537D80" w:rsidRDefault="00C064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537D8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B92EA59" w:rsidR="0085747A" w:rsidRPr="00537D80" w:rsidRDefault="005D37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537D8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537D8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AC80510" w:rsidR="0085747A" w:rsidRPr="00537D80" w:rsidRDefault="005D37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537D8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37D80">
              <w:rPr>
                <w:rFonts w:ascii="Corbel" w:hAnsi="Corbel"/>
                <w:sz w:val="24"/>
                <w:szCs w:val="24"/>
              </w:rPr>
              <w:t>/y</w:t>
            </w:r>
            <w:r w:rsidRPr="00537D8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69E1133" w:rsidR="0085747A" w:rsidRPr="00537D80" w:rsidRDefault="00C064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 xml:space="preserve"> II/</w:t>
            </w:r>
            <w:r w:rsidR="00443670" w:rsidRPr="00537D8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537D8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205BE0D" w:rsidR="0085747A" w:rsidRPr="009C331C" w:rsidRDefault="009C33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537D8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537D8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537D8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37D8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537D80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537D8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537D80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537D8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37D80">
        <w:rPr>
          <w:rFonts w:ascii="Corbel" w:hAnsi="Corbel"/>
          <w:sz w:val="24"/>
          <w:szCs w:val="24"/>
        </w:rPr>
        <w:t xml:space="preserve">* </w:t>
      </w:r>
      <w:r w:rsidR="00B90885" w:rsidRPr="00537D8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37D80">
        <w:rPr>
          <w:rFonts w:ascii="Corbel" w:hAnsi="Corbel"/>
          <w:b w:val="0"/>
          <w:sz w:val="24"/>
          <w:szCs w:val="24"/>
        </w:rPr>
        <w:t>e,</w:t>
      </w:r>
      <w:r w:rsidR="00C41B9B" w:rsidRPr="00537D80">
        <w:rPr>
          <w:rFonts w:ascii="Corbel" w:hAnsi="Corbel"/>
          <w:b w:val="0"/>
          <w:sz w:val="24"/>
          <w:szCs w:val="24"/>
        </w:rPr>
        <w:t xml:space="preserve"> </w:t>
      </w:r>
      <w:r w:rsidRPr="00537D8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37D80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537D8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37D80">
        <w:rPr>
          <w:rFonts w:ascii="Corbel" w:hAnsi="Corbel"/>
          <w:sz w:val="24"/>
          <w:szCs w:val="24"/>
        </w:rPr>
        <w:t>1.</w:t>
      </w:r>
      <w:r w:rsidR="00E22FBC" w:rsidRPr="00537D80">
        <w:rPr>
          <w:rFonts w:ascii="Corbel" w:hAnsi="Corbel"/>
          <w:sz w:val="24"/>
          <w:szCs w:val="24"/>
        </w:rPr>
        <w:t>1</w:t>
      </w:r>
      <w:r w:rsidRPr="00537D8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537D8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37D80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537D8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(</w:t>
            </w:r>
            <w:r w:rsidR="00363F78" w:rsidRPr="00537D8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37D80">
              <w:rPr>
                <w:rFonts w:ascii="Corbel" w:hAnsi="Corbel"/>
                <w:b/>
                <w:szCs w:val="24"/>
              </w:rPr>
              <w:t>Liczba pkt</w:t>
            </w:r>
            <w:r w:rsidR="00B90885" w:rsidRPr="00537D80">
              <w:rPr>
                <w:rFonts w:ascii="Corbel" w:hAnsi="Corbel"/>
                <w:b/>
                <w:szCs w:val="24"/>
              </w:rPr>
              <w:t>.</w:t>
            </w:r>
            <w:r w:rsidRPr="00537D8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37D80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604E7B0" w:rsidR="00015B8F" w:rsidRPr="00537D80" w:rsidRDefault="004436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6DAFEB3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90BD60E" w:rsidR="00015B8F" w:rsidRPr="00537D80" w:rsidRDefault="005D37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84AEDB3" w:rsidR="00015B8F" w:rsidRPr="00537D80" w:rsidRDefault="004436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A5D4E4B" w14:textId="77777777" w:rsidR="00923D7D" w:rsidRPr="00537D8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537D8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>1.</w:t>
      </w:r>
      <w:r w:rsidR="00E22FBC" w:rsidRPr="00537D80">
        <w:rPr>
          <w:rFonts w:ascii="Corbel" w:hAnsi="Corbel"/>
          <w:smallCaps w:val="0"/>
          <w:szCs w:val="24"/>
        </w:rPr>
        <w:t>2</w:t>
      </w:r>
      <w:r w:rsidR="00F83B28" w:rsidRPr="00537D80">
        <w:rPr>
          <w:rFonts w:ascii="Corbel" w:hAnsi="Corbel"/>
          <w:smallCaps w:val="0"/>
          <w:szCs w:val="24"/>
        </w:rPr>
        <w:t>.</w:t>
      </w:r>
      <w:r w:rsidR="00F83B28" w:rsidRPr="00537D80">
        <w:rPr>
          <w:rFonts w:ascii="Corbel" w:hAnsi="Corbel"/>
          <w:smallCaps w:val="0"/>
          <w:szCs w:val="24"/>
        </w:rPr>
        <w:tab/>
      </w:r>
      <w:r w:rsidRPr="00537D80">
        <w:rPr>
          <w:rFonts w:ascii="Corbel" w:hAnsi="Corbel"/>
          <w:smallCaps w:val="0"/>
          <w:szCs w:val="24"/>
        </w:rPr>
        <w:t xml:space="preserve">Sposób realizacji zajęć  </w:t>
      </w:r>
    </w:p>
    <w:p w14:paraId="650002F6" w14:textId="77777777" w:rsidR="00C064B7" w:rsidRPr="00537D80" w:rsidRDefault="00C064B7" w:rsidP="00C064B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37D8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37D8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37D8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C7E9253" w14:textId="77777777" w:rsidR="00C064B7" w:rsidRPr="00537D80" w:rsidRDefault="00C064B7" w:rsidP="00C064B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37D80">
        <w:rPr>
          <w:rFonts w:ascii="MS Gothic" w:eastAsia="MS Gothic" w:hAnsi="MS Gothic" w:cs="MS Gothic" w:hint="eastAsia"/>
          <w:b w:val="0"/>
          <w:szCs w:val="24"/>
        </w:rPr>
        <w:t>☐</w:t>
      </w:r>
      <w:r w:rsidRPr="00537D8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885343" w14:textId="77777777" w:rsidR="00C064B7" w:rsidRPr="00537D80" w:rsidRDefault="00C064B7" w:rsidP="00C064B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1.3 </w:t>
      </w:r>
      <w:r w:rsidRPr="00537D8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537D8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DEEE711" w14:textId="059F7DFC" w:rsidR="00C064B7" w:rsidRPr="00537D80" w:rsidRDefault="007864E5" w:rsidP="00C064B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C064B7" w:rsidRPr="00537D80">
        <w:rPr>
          <w:rFonts w:ascii="Corbel" w:hAnsi="Corbel"/>
          <w:b w:val="0"/>
          <w:smallCaps w:val="0"/>
          <w:szCs w:val="24"/>
        </w:rPr>
        <w:t>aliczenie z oceną</w:t>
      </w:r>
    </w:p>
    <w:p w14:paraId="1F4DE6C5" w14:textId="77777777" w:rsidR="00612921" w:rsidRPr="00537D80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537D8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37D8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37D80" w14:paraId="003EB43F" w14:textId="77777777" w:rsidTr="00745302">
        <w:tc>
          <w:tcPr>
            <w:tcW w:w="9670" w:type="dxa"/>
          </w:tcPr>
          <w:p w14:paraId="20BFFC4C" w14:textId="252E12C7" w:rsidR="0085747A" w:rsidRPr="00537D80" w:rsidRDefault="00612921" w:rsidP="00C064B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Podstawowa wiedza z zakresu przedsiębiorczości i zarządzania organizacjami.</w:t>
            </w:r>
          </w:p>
        </w:tc>
      </w:tr>
    </w:tbl>
    <w:p w14:paraId="0095970D" w14:textId="308D7AD2" w:rsidR="00153C41" w:rsidRPr="00537D8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ADA9E6" w14:textId="77777777" w:rsidR="008F0926" w:rsidRPr="00537D80" w:rsidRDefault="008F092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83EAB0" w14:textId="77777777" w:rsidR="00C064B7" w:rsidRPr="00537D80" w:rsidRDefault="00C064B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12333B7" w:rsidR="0085747A" w:rsidRPr="00537D8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37D80">
        <w:rPr>
          <w:rFonts w:ascii="Corbel" w:hAnsi="Corbel"/>
          <w:szCs w:val="24"/>
        </w:rPr>
        <w:t>3.</w:t>
      </w:r>
      <w:r w:rsidR="00A84C85" w:rsidRPr="00537D80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537D80">
        <w:rPr>
          <w:rFonts w:ascii="Corbel" w:hAnsi="Corbel"/>
          <w:szCs w:val="24"/>
        </w:rPr>
        <w:t>się</w:t>
      </w:r>
      <w:r w:rsidR="0085747A" w:rsidRPr="00537D80">
        <w:rPr>
          <w:rFonts w:ascii="Corbel" w:hAnsi="Corbel"/>
          <w:szCs w:val="24"/>
        </w:rPr>
        <w:t xml:space="preserve"> ,</w:t>
      </w:r>
      <w:proofErr w:type="gramEnd"/>
      <w:r w:rsidR="0085747A" w:rsidRPr="00537D80">
        <w:rPr>
          <w:rFonts w:ascii="Corbel" w:hAnsi="Corbel"/>
          <w:szCs w:val="24"/>
        </w:rPr>
        <w:t xml:space="preserve"> treści Programowe i stosowane metody Dydaktyczne</w:t>
      </w:r>
    </w:p>
    <w:p w14:paraId="2D3567D7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537D8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37D80">
        <w:rPr>
          <w:rFonts w:ascii="Corbel" w:hAnsi="Corbel"/>
          <w:sz w:val="24"/>
          <w:szCs w:val="24"/>
        </w:rPr>
        <w:t xml:space="preserve">3.1 </w:t>
      </w:r>
      <w:r w:rsidR="00C05F44" w:rsidRPr="00537D8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537D8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12921" w:rsidRPr="00537D80" w14:paraId="1D38D5E6" w14:textId="77777777" w:rsidTr="00612921">
        <w:tc>
          <w:tcPr>
            <w:tcW w:w="845" w:type="dxa"/>
            <w:vAlign w:val="center"/>
          </w:tcPr>
          <w:p w14:paraId="4B62A855" w14:textId="7D216F77" w:rsidR="00612921" w:rsidRPr="00537D80" w:rsidRDefault="00612921" w:rsidP="00C064B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6BE31F4" w:rsidR="00612921" w:rsidRPr="00537D80" w:rsidRDefault="00612921" w:rsidP="00C064B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Przekazanie studentom wiedzy dotyczącej wyzwań stojących przed współczesnym biznesem w kontekście etycznym, społecznym i ekologicznym.</w:t>
            </w:r>
          </w:p>
        </w:tc>
      </w:tr>
      <w:tr w:rsidR="00612921" w:rsidRPr="00537D80" w14:paraId="2547E272" w14:textId="77777777" w:rsidTr="00612921">
        <w:tc>
          <w:tcPr>
            <w:tcW w:w="845" w:type="dxa"/>
            <w:vAlign w:val="center"/>
          </w:tcPr>
          <w:p w14:paraId="28729CF7" w14:textId="0FC186E3" w:rsidR="00612921" w:rsidRPr="00537D80" w:rsidRDefault="00612921" w:rsidP="00C064B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E605B4E" w:rsidR="00612921" w:rsidRPr="00537D80" w:rsidRDefault="00612921" w:rsidP="00C064B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z</w:t>
            </w:r>
            <w:r w:rsidRPr="00537D80">
              <w:rPr>
                <w:rFonts w:ascii="Corbel" w:hAnsi="Corbel"/>
                <w:b w:val="0"/>
                <w:sz w:val="24"/>
                <w:szCs w:val="24"/>
              </w:rPr>
              <w:t xml:space="preserve"> koncepcją, narzędziami i modelami związanymi ze społeczną odpowiedzialnością biznesu. </w:t>
            </w:r>
          </w:p>
        </w:tc>
      </w:tr>
      <w:tr w:rsidR="00612921" w:rsidRPr="00537D80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537D80" w:rsidRDefault="00612921" w:rsidP="00C064B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B020483" w:rsidR="00612921" w:rsidRPr="00537D80" w:rsidRDefault="00612921" w:rsidP="00C064B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Charakterystyka obszarów zastosowań oraz uzyskiwanych efektów CSR w organizacjach.</w:t>
            </w:r>
          </w:p>
        </w:tc>
      </w:tr>
    </w:tbl>
    <w:p w14:paraId="7942D7EE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537D8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37D80">
        <w:rPr>
          <w:rFonts w:ascii="Corbel" w:hAnsi="Corbel"/>
          <w:b/>
          <w:sz w:val="24"/>
          <w:szCs w:val="24"/>
        </w:rPr>
        <w:t xml:space="preserve">3.2 </w:t>
      </w:r>
      <w:r w:rsidR="001D7B54" w:rsidRPr="00537D80">
        <w:rPr>
          <w:rFonts w:ascii="Corbel" w:hAnsi="Corbel"/>
          <w:b/>
          <w:sz w:val="24"/>
          <w:szCs w:val="24"/>
        </w:rPr>
        <w:t xml:space="preserve">Efekty </w:t>
      </w:r>
      <w:r w:rsidR="00C05F44" w:rsidRPr="00537D8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37D8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537D8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537D80" w14:paraId="4989DCBB" w14:textId="77777777" w:rsidTr="003B15D0">
        <w:tc>
          <w:tcPr>
            <w:tcW w:w="1675" w:type="dxa"/>
            <w:vAlign w:val="center"/>
          </w:tcPr>
          <w:p w14:paraId="6B99B7C4" w14:textId="77777777" w:rsidR="0085747A" w:rsidRPr="00537D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37D8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37D8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032BB94B" w14:textId="77777777" w:rsidR="0085747A" w:rsidRPr="00537D8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3F7012B1" w14:textId="77777777" w:rsidR="0085747A" w:rsidRPr="00537D8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537D80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537D8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37D80" w14:paraId="2FAE894A" w14:textId="77777777" w:rsidTr="003B15D0">
        <w:tc>
          <w:tcPr>
            <w:tcW w:w="1675" w:type="dxa"/>
          </w:tcPr>
          <w:p w14:paraId="48E5C6E7" w14:textId="77777777" w:rsidR="0085747A" w:rsidRPr="00537D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7D8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1" w:type="dxa"/>
          </w:tcPr>
          <w:p w14:paraId="320C6502" w14:textId="19654CA7" w:rsidR="0085747A" w:rsidRPr="00537D80" w:rsidRDefault="00B6116A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3B15D0"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zróżnicowane uwarunkowania ekonomiczne, prawne, instytucjonalne, kulturowe i etyczne związane z prowadzeniem działalności w sektorze prywatnym i publicznym. </w:t>
            </w:r>
          </w:p>
        </w:tc>
        <w:tc>
          <w:tcPr>
            <w:tcW w:w="1864" w:type="dxa"/>
          </w:tcPr>
          <w:p w14:paraId="208BD672" w14:textId="50A6881F" w:rsidR="0085747A" w:rsidRPr="00537D80" w:rsidRDefault="00B6116A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B15D0" w:rsidRPr="00537D80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537D80" w14:paraId="48B116A6" w14:textId="77777777" w:rsidTr="003B15D0">
        <w:tc>
          <w:tcPr>
            <w:tcW w:w="1675" w:type="dxa"/>
          </w:tcPr>
          <w:p w14:paraId="55D5A65C" w14:textId="77777777" w:rsidR="0085747A" w:rsidRPr="00537D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1" w:type="dxa"/>
          </w:tcPr>
          <w:p w14:paraId="005C0665" w14:textId="753DC5FF" w:rsidR="0085747A" w:rsidRPr="00537D80" w:rsidRDefault="00B6116A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Rozpoznaje różne rodzaje powiązań między elementami systemu </w:t>
            </w:r>
            <w:r w:rsidR="003B15D0" w:rsidRPr="00537D80">
              <w:rPr>
                <w:rFonts w:ascii="Corbel" w:hAnsi="Corbel"/>
                <w:b w:val="0"/>
                <w:smallCaps w:val="0"/>
                <w:szCs w:val="24"/>
              </w:rPr>
              <w:t>gospodarczego, pomiędzy grupami interesariuszy społecznej odpowiedzialności biznesu</w:t>
            </w: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B15D0" w:rsidRPr="00537D80">
              <w:rPr>
                <w:rFonts w:ascii="Corbel" w:hAnsi="Corbel"/>
                <w:b w:val="0"/>
                <w:smallCaps w:val="0"/>
                <w:szCs w:val="24"/>
              </w:rPr>
              <w:t>ich ewolucję, przebieg i skutki.</w:t>
            </w:r>
          </w:p>
        </w:tc>
        <w:tc>
          <w:tcPr>
            <w:tcW w:w="1864" w:type="dxa"/>
          </w:tcPr>
          <w:p w14:paraId="656E048A" w14:textId="2C371DD8" w:rsidR="0085747A" w:rsidRPr="00537D80" w:rsidRDefault="00B6116A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B15D0" w:rsidRPr="00537D8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85747A" w:rsidRPr="00537D80" w14:paraId="32BADA47" w14:textId="77777777" w:rsidTr="003B15D0">
        <w:tc>
          <w:tcPr>
            <w:tcW w:w="1675" w:type="dxa"/>
          </w:tcPr>
          <w:p w14:paraId="4CBEB17A" w14:textId="69CEF218" w:rsidR="0085747A" w:rsidRPr="00537D80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</w:tcPr>
          <w:p w14:paraId="4AAB609F" w14:textId="1CA3499B" w:rsidR="0085747A" w:rsidRPr="00537D80" w:rsidRDefault="003B15D0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zjawisk społecznoekonomicznych wpisujących się w koncepcję społecznej odpowiedzialności biznesu determinujących sytuację ekonomiczno-finansową organizacji</w:t>
            </w:r>
          </w:p>
        </w:tc>
        <w:tc>
          <w:tcPr>
            <w:tcW w:w="1864" w:type="dxa"/>
          </w:tcPr>
          <w:p w14:paraId="2BA6A2A8" w14:textId="1B483D34" w:rsidR="0085747A" w:rsidRPr="00537D80" w:rsidRDefault="003B15D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6116A" w:rsidRPr="00537D80" w14:paraId="3F865ED6" w14:textId="77777777" w:rsidTr="003B15D0">
        <w:tc>
          <w:tcPr>
            <w:tcW w:w="1675" w:type="dxa"/>
          </w:tcPr>
          <w:p w14:paraId="6E01FB6B" w14:textId="513B05EA" w:rsidR="00B6116A" w:rsidRPr="00537D80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1" w:type="dxa"/>
          </w:tcPr>
          <w:p w14:paraId="5D1719CD" w14:textId="1D890B98" w:rsidR="00B6116A" w:rsidRPr="00537D80" w:rsidRDefault="003B15D0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zjawisk społecznych i gospodarczych w warunkach ryzyka</w:t>
            </w:r>
          </w:p>
        </w:tc>
        <w:tc>
          <w:tcPr>
            <w:tcW w:w="1864" w:type="dxa"/>
          </w:tcPr>
          <w:p w14:paraId="5A45B6E5" w14:textId="70483AE4" w:rsidR="00B6116A" w:rsidRPr="00537D80" w:rsidRDefault="003B15D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B6116A" w:rsidRPr="00537D80" w14:paraId="722CF69B" w14:textId="77777777" w:rsidTr="003B15D0">
        <w:tc>
          <w:tcPr>
            <w:tcW w:w="1675" w:type="dxa"/>
          </w:tcPr>
          <w:p w14:paraId="20F103F2" w14:textId="2DDA9FB0" w:rsidR="00B6116A" w:rsidRPr="00537D80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1" w:type="dxa"/>
          </w:tcPr>
          <w:p w14:paraId="73F3BA01" w14:textId="539158FB" w:rsidR="0010475F" w:rsidRPr="00537D80" w:rsidRDefault="0010475F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oraz w zespole, oraz współdziałać w ramach prac</w:t>
            </w:r>
          </w:p>
          <w:p w14:paraId="59312A56" w14:textId="68761DF3" w:rsidR="00B6116A" w:rsidRPr="00537D80" w:rsidRDefault="0010475F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zespołowych. </w:t>
            </w:r>
          </w:p>
        </w:tc>
        <w:tc>
          <w:tcPr>
            <w:tcW w:w="1864" w:type="dxa"/>
          </w:tcPr>
          <w:p w14:paraId="4E3213C3" w14:textId="48E85803" w:rsidR="00B6116A" w:rsidRPr="00537D80" w:rsidRDefault="003B15D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4554A810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4E26774" w:rsidR="0085747A" w:rsidRPr="00537D8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37D80">
        <w:rPr>
          <w:rFonts w:ascii="Corbel" w:hAnsi="Corbel"/>
          <w:b/>
          <w:sz w:val="24"/>
          <w:szCs w:val="24"/>
        </w:rPr>
        <w:t>3.3</w:t>
      </w:r>
      <w:r w:rsidR="0085747A" w:rsidRPr="00537D80">
        <w:rPr>
          <w:rFonts w:ascii="Corbel" w:hAnsi="Corbel"/>
          <w:b/>
          <w:sz w:val="24"/>
          <w:szCs w:val="24"/>
        </w:rPr>
        <w:t>T</w:t>
      </w:r>
      <w:r w:rsidR="001D7B54" w:rsidRPr="00537D80">
        <w:rPr>
          <w:rFonts w:ascii="Corbel" w:hAnsi="Corbel"/>
          <w:b/>
          <w:sz w:val="24"/>
          <w:szCs w:val="24"/>
        </w:rPr>
        <w:t xml:space="preserve">reści programowe </w:t>
      </w:r>
    </w:p>
    <w:p w14:paraId="7CA76F61" w14:textId="77777777" w:rsidR="00C064B7" w:rsidRPr="00537D80" w:rsidRDefault="00C064B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537D8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37D8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37D80">
        <w:rPr>
          <w:rFonts w:ascii="Corbel" w:hAnsi="Corbel"/>
          <w:sz w:val="24"/>
          <w:szCs w:val="24"/>
        </w:rPr>
        <w:t xml:space="preserve">, </w:t>
      </w:r>
      <w:r w:rsidRPr="00537D8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537D8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37D80" w14:paraId="2F5B3963" w14:textId="77777777" w:rsidTr="00612921">
        <w:tc>
          <w:tcPr>
            <w:tcW w:w="9520" w:type="dxa"/>
          </w:tcPr>
          <w:p w14:paraId="00ED6C2A" w14:textId="77777777" w:rsidR="0085747A" w:rsidRPr="00537D80" w:rsidRDefault="0085747A" w:rsidP="00C064B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528A" w:rsidRPr="00537D80" w14:paraId="1C230FF5" w14:textId="77777777" w:rsidTr="00612921">
        <w:tc>
          <w:tcPr>
            <w:tcW w:w="9520" w:type="dxa"/>
          </w:tcPr>
          <w:p w14:paraId="59B5524C" w14:textId="161FFB89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Biznes a społeczeństwo, organizacje w kontekście jakości życia współczesnego społeczeństwa. (analiza relacji przedsiębiorstwa i otoczenia).</w:t>
            </w:r>
          </w:p>
        </w:tc>
      </w:tr>
      <w:tr w:rsidR="0008528A" w:rsidRPr="00537D80" w14:paraId="4884DE34" w14:textId="77777777" w:rsidTr="00612921">
        <w:tc>
          <w:tcPr>
            <w:tcW w:w="9520" w:type="dxa"/>
          </w:tcPr>
          <w:p w14:paraId="274CCDEE" w14:textId="2C4D5A51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 xml:space="preserve">Społeczna odpowiedzialność biznesu (m.in. geneza i rozwój koncepcji, modele </w:t>
            </w:r>
            <w:r w:rsidRPr="00537D80">
              <w:rPr>
                <w:rFonts w:ascii="Corbel" w:hAnsi="Corbel"/>
                <w:iCs/>
                <w:sz w:val="24"/>
                <w:szCs w:val="24"/>
              </w:rPr>
              <w:t>after profit obligation</w:t>
            </w:r>
            <w:r w:rsidRPr="00537D8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7D80">
              <w:rPr>
                <w:rFonts w:ascii="Corbel" w:hAnsi="Corbel"/>
                <w:iCs/>
                <w:sz w:val="24"/>
                <w:szCs w:val="24"/>
              </w:rPr>
              <w:t>before profit obligation).</w:t>
            </w:r>
          </w:p>
        </w:tc>
      </w:tr>
      <w:tr w:rsidR="0008528A" w:rsidRPr="00537D80" w14:paraId="2033F36E" w14:textId="77777777" w:rsidTr="00612921">
        <w:tc>
          <w:tcPr>
            <w:tcW w:w="9520" w:type="dxa"/>
          </w:tcPr>
          <w:p w14:paraId="306B51F5" w14:textId="040E8B1F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Społeczna odpowiedzialność biznesu a teoria interesariuszy (omówienie, miejsca i roli interesariuszy dla przedsiębiorstwa, „mapowanie” interesariuszy).</w:t>
            </w:r>
          </w:p>
        </w:tc>
      </w:tr>
      <w:tr w:rsidR="0008528A" w:rsidRPr="00537D80" w14:paraId="239383C1" w14:textId="77777777" w:rsidTr="00612921">
        <w:tc>
          <w:tcPr>
            <w:tcW w:w="9520" w:type="dxa"/>
          </w:tcPr>
          <w:p w14:paraId="241A64A3" w14:textId="6D3241FA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lastRenderedPageBreak/>
              <w:t>Obszary odpowiedzialności przedsiębiorstwa (miejsce pracy, środowisko naturalne, społeczność lokalna, otoczenie konkurencyjne, kooperanci w łańcuchu dostaw).</w:t>
            </w:r>
          </w:p>
        </w:tc>
      </w:tr>
      <w:tr w:rsidR="0008528A" w:rsidRPr="00537D80" w14:paraId="3A98A31D" w14:textId="77777777" w:rsidTr="00612921">
        <w:tc>
          <w:tcPr>
            <w:tcW w:w="9520" w:type="dxa"/>
          </w:tcPr>
          <w:p w14:paraId="4C06C3F6" w14:textId="0CB654D9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Marketing społeczny i społecznie zaangażowany (charakterystyka technik marketingowych wykorzystywanych w promowaniu prospołecznych przedsięwzięć).</w:t>
            </w:r>
          </w:p>
        </w:tc>
      </w:tr>
      <w:tr w:rsidR="0008528A" w:rsidRPr="00537D80" w14:paraId="6A8272EA" w14:textId="77777777" w:rsidTr="00612921">
        <w:tc>
          <w:tcPr>
            <w:tcW w:w="9520" w:type="dxa"/>
          </w:tcPr>
          <w:p w14:paraId="741BD334" w14:textId="297F731F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Wskaźniki odpowiedzialnego biznesu (ekonomiczne, ekologiczne, pracownicze, bezpieczeństwa pracy, zaangażowania społecznego, dotyczące relacji z partnerami biznesowymi).</w:t>
            </w:r>
          </w:p>
        </w:tc>
      </w:tr>
      <w:tr w:rsidR="0008528A" w:rsidRPr="00537D80" w14:paraId="6F3CFDC1" w14:textId="77777777" w:rsidTr="00612921">
        <w:tc>
          <w:tcPr>
            <w:tcW w:w="9520" w:type="dxa"/>
          </w:tcPr>
          <w:p w14:paraId="7E787C14" w14:textId="11DFC3EF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Znaczenie społecznej odpowiedzialności biznesu w Polsce i na świecie. Studium przypadków.</w:t>
            </w:r>
          </w:p>
        </w:tc>
      </w:tr>
    </w:tbl>
    <w:p w14:paraId="0313640A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537D8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537D80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5A14520C" w14:textId="761D46DA" w:rsidR="00612921" w:rsidRPr="00537D80" w:rsidRDefault="00440722" w:rsidP="00C064B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1"/>
        </w:rPr>
      </w:pPr>
      <w:r w:rsidRPr="00537D80">
        <w:rPr>
          <w:rFonts w:ascii="Corbel" w:hAnsi="Corbel"/>
          <w:b w:val="0"/>
          <w:smallCaps w:val="0"/>
          <w:szCs w:val="21"/>
        </w:rPr>
        <w:t>Dyskusja</w:t>
      </w:r>
      <w:r w:rsidR="00612921" w:rsidRPr="00537D80">
        <w:rPr>
          <w:rFonts w:ascii="Corbel" w:hAnsi="Corbel"/>
          <w:b w:val="0"/>
          <w:smallCaps w:val="0"/>
          <w:szCs w:val="21"/>
        </w:rPr>
        <w:t xml:space="preserve"> z prezentacją multimedialną, esej</w:t>
      </w:r>
    </w:p>
    <w:p w14:paraId="602F9744" w14:textId="1598200D" w:rsidR="00E960BB" w:rsidRPr="00537D8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537D8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4. </w:t>
      </w:r>
      <w:r w:rsidR="0085747A" w:rsidRPr="00537D8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537D8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537D8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37D8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37D80" w14:paraId="1537DE26" w14:textId="77777777" w:rsidTr="003B15D0">
        <w:tc>
          <w:tcPr>
            <w:tcW w:w="1962" w:type="dxa"/>
            <w:vAlign w:val="center"/>
          </w:tcPr>
          <w:p w14:paraId="50E71C51" w14:textId="77777777" w:rsidR="0085747A" w:rsidRPr="00537D8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537D8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537D8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537D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537D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37D80" w14:paraId="5FC256E6" w14:textId="77777777" w:rsidTr="003B15D0">
        <w:tc>
          <w:tcPr>
            <w:tcW w:w="1962" w:type="dxa"/>
          </w:tcPr>
          <w:p w14:paraId="1B521E17" w14:textId="6D36400F" w:rsidR="0085747A" w:rsidRPr="00537D80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zCs w:val="24"/>
              </w:rPr>
              <w:t>E</w:t>
            </w:r>
            <w:r w:rsidR="0085747A" w:rsidRPr="00537D8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1A359B75" w:rsidR="0085747A" w:rsidRPr="00537D80" w:rsidRDefault="003B15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750B70"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4D5562F6" w14:textId="06B5DBF6" w:rsidR="0085747A" w:rsidRPr="00537D80" w:rsidRDefault="0008528A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37D80" w:rsidRPr="00537D8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5747A" w:rsidRPr="00537D80" w14:paraId="2D84DE03" w14:textId="77777777" w:rsidTr="003B15D0">
        <w:tc>
          <w:tcPr>
            <w:tcW w:w="1962" w:type="dxa"/>
          </w:tcPr>
          <w:p w14:paraId="3D8CA619" w14:textId="77777777" w:rsidR="0085747A" w:rsidRPr="00537D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3F92240D" w:rsidR="0085747A" w:rsidRPr="00537D80" w:rsidRDefault="003B15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750B70"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69C1090B" w14:textId="2B8CF81E" w:rsidR="0085747A" w:rsidRPr="00537D80" w:rsidRDefault="00537D8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8218E" w:rsidRPr="00537D80" w14:paraId="152F71C2" w14:textId="77777777" w:rsidTr="003B15D0">
        <w:tc>
          <w:tcPr>
            <w:tcW w:w="1962" w:type="dxa"/>
          </w:tcPr>
          <w:p w14:paraId="4B83D7C4" w14:textId="3519D965" w:rsidR="00E8218E" w:rsidRPr="00537D80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BF967C0" w14:textId="4E250E93" w:rsidR="00E8218E" w:rsidRPr="00537D80" w:rsidRDefault="003B15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750B70"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4A0DF9A8" w14:textId="5A17730F" w:rsidR="00E8218E" w:rsidRPr="00537D80" w:rsidRDefault="00537D8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8218E" w:rsidRPr="00537D80" w14:paraId="308FB4B1" w14:textId="77777777" w:rsidTr="003B15D0">
        <w:tc>
          <w:tcPr>
            <w:tcW w:w="1962" w:type="dxa"/>
          </w:tcPr>
          <w:p w14:paraId="09FB64C9" w14:textId="488D6794" w:rsidR="00E8218E" w:rsidRPr="00537D80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C56180A" w14:textId="4FB7D31D" w:rsidR="00E8218E" w:rsidRPr="00537D80" w:rsidRDefault="003B15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750B70"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esej </w:t>
            </w:r>
          </w:p>
        </w:tc>
        <w:tc>
          <w:tcPr>
            <w:tcW w:w="2117" w:type="dxa"/>
          </w:tcPr>
          <w:p w14:paraId="5DE4E0C4" w14:textId="50A5F052" w:rsidR="00E8218E" w:rsidRPr="00537D80" w:rsidRDefault="00537D8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8218E" w:rsidRPr="00537D80" w14:paraId="48DA1CD6" w14:textId="77777777" w:rsidTr="003B15D0">
        <w:tc>
          <w:tcPr>
            <w:tcW w:w="1962" w:type="dxa"/>
          </w:tcPr>
          <w:p w14:paraId="1413BCF3" w14:textId="603A677F" w:rsidR="00E8218E" w:rsidRPr="00537D80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5444772A" w14:textId="051EAF45" w:rsidR="00E8218E" w:rsidRPr="00537D80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</w:t>
            </w:r>
          </w:p>
        </w:tc>
        <w:tc>
          <w:tcPr>
            <w:tcW w:w="2117" w:type="dxa"/>
          </w:tcPr>
          <w:p w14:paraId="619C6BA2" w14:textId="09016CE2" w:rsidR="00E8218E" w:rsidRPr="00537D80" w:rsidRDefault="00537D8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537D8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537D8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4.2 </w:t>
      </w:r>
      <w:r w:rsidR="0085747A" w:rsidRPr="00537D8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537D8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37D80" w14:paraId="442B12DD" w14:textId="77777777" w:rsidTr="5115229C">
        <w:tc>
          <w:tcPr>
            <w:tcW w:w="9670" w:type="dxa"/>
          </w:tcPr>
          <w:p w14:paraId="54225531" w14:textId="775CBB76" w:rsidR="0085747A" w:rsidRPr="00537D80" w:rsidRDefault="7F1F8F78" w:rsidP="5115229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Na ocenę końcową z 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przedmiotu </w:t>
            </w:r>
            <w:r w:rsidR="08C08D9C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składają się ocen</w:t>
            </w:r>
            <w:r w:rsidR="10DC25B7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y</w:t>
            </w:r>
            <w:r w:rsidR="08C08D9C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z</w:t>
            </w:r>
            <w:r w:rsidR="1D7D373E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:</w:t>
            </w:r>
            <w:r w:rsidR="08C08D9C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kolokwium (70% wartości końcowej oceny),</w:t>
            </w:r>
            <w:r w:rsidR="0B2B47A3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esej</w:t>
            </w:r>
            <w:r w:rsidR="52C5A3A6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u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(20% wartości końcowej oceny),</w:t>
            </w:r>
            <w:r w:rsidR="4C75B067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aktywnoś</w:t>
            </w:r>
            <w:r w:rsidR="35AE34FF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ci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na zajęciach (10% wartości końcowej oceny)</w:t>
            </w:r>
            <w:r w:rsidR="67B77F60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. </w:t>
            </w:r>
            <w:r w:rsidR="00893F0A" w:rsidRPr="00537D80">
              <w:rPr>
                <w:rFonts w:ascii="Corbel" w:eastAsia="Times New Roman" w:hAnsi="Corbel" w:cstheme="minorBidi"/>
                <w:lang w:eastAsia="pl-PL"/>
              </w:rPr>
              <w:t>Warunkiem zaliczenia kolokwium jest uzyskanie minimum 51% możliwych do zdobycia punktów</w:t>
            </w:r>
            <w:r w:rsidR="00893F0A" w:rsidRPr="00537D80">
              <w:rPr>
                <w:rFonts w:eastAsia="Times New Roman" w:cstheme="minorBidi"/>
                <w:sz w:val="20"/>
                <w:szCs w:val="20"/>
                <w:lang w:eastAsia="pl-PL"/>
              </w:rPr>
              <w:t>.</w:t>
            </w:r>
          </w:p>
        </w:tc>
      </w:tr>
    </w:tbl>
    <w:p w14:paraId="437F8EDD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537D8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37D80">
        <w:rPr>
          <w:rFonts w:ascii="Corbel" w:hAnsi="Corbel"/>
          <w:b/>
          <w:sz w:val="24"/>
          <w:szCs w:val="24"/>
        </w:rPr>
        <w:t xml:space="preserve">5. </w:t>
      </w:r>
      <w:r w:rsidR="00C61DC5" w:rsidRPr="00537D8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37D8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537D8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7D8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37D8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37D8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537D8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7D8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37D8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37D8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37D80" w14:paraId="41D7342E" w14:textId="77777777" w:rsidTr="00923D7D">
        <w:tc>
          <w:tcPr>
            <w:tcW w:w="4962" w:type="dxa"/>
          </w:tcPr>
          <w:p w14:paraId="336857A1" w14:textId="77777777" w:rsidR="0085747A" w:rsidRPr="00537D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G</w:t>
            </w:r>
            <w:r w:rsidR="0085747A" w:rsidRPr="00537D8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37D8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37D8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37D8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37D8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37D8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37D8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5FEC7D28" w:rsidR="00AF5927" w:rsidRPr="00537D80" w:rsidRDefault="005D377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44F68EF5" w14:textId="5B8D3ADA" w:rsidR="0085747A" w:rsidRPr="00537D80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537D80" w14:paraId="14748C99" w14:textId="77777777" w:rsidTr="00923D7D">
        <w:tc>
          <w:tcPr>
            <w:tcW w:w="4962" w:type="dxa"/>
          </w:tcPr>
          <w:p w14:paraId="77F9A71E" w14:textId="77777777" w:rsidR="00C61DC5" w:rsidRPr="00537D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37D8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537D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537D80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537D80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537D80" w14:paraId="41367D30" w14:textId="77777777" w:rsidTr="00923D7D">
        <w:tc>
          <w:tcPr>
            <w:tcW w:w="4962" w:type="dxa"/>
          </w:tcPr>
          <w:p w14:paraId="4F573F09" w14:textId="4054F63E" w:rsidR="00C61DC5" w:rsidRPr="00537D8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537D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37D8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23A0AA5" w14:textId="0D19640C" w:rsidR="00AF5927" w:rsidRPr="00537D80" w:rsidRDefault="005D377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611A18CE" w14:textId="77777777" w:rsidR="00C61DC5" w:rsidRPr="00537D80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37D80" w14:paraId="45A3E8D7" w14:textId="77777777" w:rsidTr="00923D7D">
        <w:tc>
          <w:tcPr>
            <w:tcW w:w="4962" w:type="dxa"/>
          </w:tcPr>
          <w:p w14:paraId="626D78EC" w14:textId="77777777" w:rsidR="0085747A" w:rsidRPr="00537D8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140D2" w14:textId="1ED55A59" w:rsidR="00AF5927" w:rsidRPr="00537D80" w:rsidRDefault="008F0926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25</w:t>
            </w:r>
          </w:p>
          <w:p w14:paraId="1CC4D173" w14:textId="77777777" w:rsidR="0085747A" w:rsidRPr="00537D80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37D80" w14:paraId="761AF2EE" w14:textId="77777777" w:rsidTr="00923D7D">
        <w:tc>
          <w:tcPr>
            <w:tcW w:w="4962" w:type="dxa"/>
          </w:tcPr>
          <w:p w14:paraId="3C28658F" w14:textId="77777777" w:rsidR="0085747A" w:rsidRPr="00537D8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37D8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0323A15E" w:rsidR="0085747A" w:rsidRPr="00537D80" w:rsidRDefault="008F0926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537D8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37D80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537D8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537D8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537D8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6. </w:t>
      </w:r>
      <w:r w:rsidR="0085747A" w:rsidRPr="00537D80">
        <w:rPr>
          <w:rFonts w:ascii="Corbel" w:hAnsi="Corbel"/>
          <w:smallCaps w:val="0"/>
          <w:szCs w:val="24"/>
        </w:rPr>
        <w:t>PRAKTYKI ZAWO</w:t>
      </w:r>
      <w:r w:rsidR="009D3F3B" w:rsidRPr="00537D8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537D8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37D8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537D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91A1692" w:rsidR="0085747A" w:rsidRPr="00537D80" w:rsidRDefault="002847DE" w:rsidP="002847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37D8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537D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8E0AA0C" w:rsidR="0085747A" w:rsidRPr="00537D80" w:rsidRDefault="002847DE" w:rsidP="002847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537D8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537D8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7. </w:t>
      </w:r>
      <w:r w:rsidR="0085747A" w:rsidRPr="00537D8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537D8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37D80" w14:paraId="0ACABF41" w14:textId="77777777" w:rsidTr="53D36C02">
        <w:trPr>
          <w:trHeight w:val="397"/>
        </w:trPr>
        <w:tc>
          <w:tcPr>
            <w:tcW w:w="5000" w:type="pct"/>
          </w:tcPr>
          <w:p w14:paraId="7BD71B55" w14:textId="77777777" w:rsidR="00AF5927" w:rsidRPr="00537D80" w:rsidRDefault="00AF5927" w:rsidP="002847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51776ED8" w14:textId="77777777" w:rsidR="00537D80" w:rsidRPr="00537D80" w:rsidRDefault="132D37F9" w:rsidP="00537D80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</w:rPr>
              <w:t>Piskalski G., Społeczna odpowiedzialność biznesu w polskich realiach: teoria i praktyka: Raport z monitoringu społecznej odpowiedzialności największych polskich firm, Fundacja CentrumCSR.PL, Warszawa 2015.</w:t>
            </w:r>
            <w:r w:rsidR="3982198D" w:rsidRPr="00537D80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0F2B9B2" w14:textId="7F99FC77" w:rsidR="0085747A" w:rsidRPr="00537D80" w:rsidRDefault="3982198D" w:rsidP="00537D80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</w:rPr>
              <w:t>Waliszewski K., Społeczna odpowiedzialność biznesu jako instrument budowania reputacji i zaufania do instytucji finansowych, CeDeWu, Warszawa, 2020.</w:t>
            </w:r>
          </w:p>
        </w:tc>
      </w:tr>
      <w:tr w:rsidR="0085747A" w:rsidRPr="00537D80" w14:paraId="6F6FB0B1" w14:textId="77777777" w:rsidTr="53D36C02">
        <w:trPr>
          <w:trHeight w:val="397"/>
        </w:trPr>
        <w:tc>
          <w:tcPr>
            <w:tcW w:w="5000" w:type="pct"/>
          </w:tcPr>
          <w:p w14:paraId="6C77948F" w14:textId="77777777" w:rsidR="00AF5927" w:rsidRPr="00537D80" w:rsidRDefault="0085747A" w:rsidP="002847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660E4E1" w14:textId="0E32AD1F" w:rsidR="0085747A" w:rsidRPr="00537D80" w:rsidRDefault="22C602DC" w:rsidP="00537D80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57"/>
              <w:jc w:val="both"/>
              <w:rPr>
                <w:rFonts w:ascii="Calibri" w:hAnsi="Calibri" w:cs="Calibri"/>
                <w:b w:val="0"/>
                <w:smallCaps w:val="0"/>
                <w:sz w:val="22"/>
              </w:rPr>
            </w:pPr>
            <w:r w:rsidRPr="00537D80">
              <w:rPr>
                <w:rFonts w:ascii="Corbel" w:hAnsi="Corbel"/>
                <w:b w:val="0"/>
                <w:smallCaps w:val="0"/>
              </w:rPr>
              <w:t>Dybka S.,</w:t>
            </w:r>
            <w:r w:rsidR="130E0781" w:rsidRPr="00537D80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537D80">
              <w:rPr>
                <w:rFonts w:ascii="Corbel" w:hAnsi="Corbel"/>
                <w:b w:val="0"/>
                <w:smallCaps w:val="0"/>
              </w:rPr>
              <w:t>Ocena zaangażowania przedsiębiorstw w CSR – perspektywa klientów, Marketing i Rynek, 12/2017, s. 31-43.</w:t>
            </w:r>
          </w:p>
          <w:p w14:paraId="1F17CF12" w14:textId="2E77F3D8" w:rsidR="0085747A" w:rsidRPr="00537D80" w:rsidRDefault="4B0AA349" w:rsidP="00537D80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</w:rPr>
              <w:t>Cyran K., Dybka S.</w:t>
            </w:r>
            <w:proofErr w:type="gramStart"/>
            <w:r w:rsidRPr="00537D80">
              <w:rPr>
                <w:rFonts w:ascii="Corbel" w:hAnsi="Corbel"/>
                <w:b w:val="0"/>
                <w:smallCaps w:val="0"/>
              </w:rPr>
              <w:t>,  Społeczna</w:t>
            </w:r>
            <w:proofErr w:type="gramEnd"/>
            <w:r w:rsidRPr="00537D80">
              <w:rPr>
                <w:rFonts w:ascii="Corbel" w:hAnsi="Corbel"/>
                <w:b w:val="0"/>
                <w:smallCaps w:val="0"/>
              </w:rPr>
              <w:t xml:space="preserve"> odpowiedzialność biznesu jako czynnik ograniczający rozwój przedsiębiorstwa, Zeszyty Naukowe Szkoły Głównej Gospodarstwa Wiejskiego w Warszawie. Polityki Europejskie, Finanse i Marketing</w:t>
            </w:r>
            <w:r w:rsidR="4EBCF688" w:rsidRPr="00537D80">
              <w:rPr>
                <w:rFonts w:ascii="Corbel" w:hAnsi="Corbel"/>
                <w:b w:val="0"/>
                <w:smallCaps w:val="0"/>
              </w:rPr>
              <w:t>,</w:t>
            </w:r>
            <w:r w:rsidRPr="00537D80">
              <w:rPr>
                <w:rFonts w:ascii="Corbel" w:hAnsi="Corbel"/>
                <w:b w:val="0"/>
                <w:smallCaps w:val="0"/>
              </w:rPr>
              <w:t xml:space="preserve"> </w:t>
            </w:r>
            <w:r w:rsidR="57FE6E4B" w:rsidRPr="00537D80">
              <w:rPr>
                <w:rFonts w:ascii="Corbel" w:hAnsi="Corbel"/>
                <w:b w:val="0"/>
                <w:smallCaps w:val="0"/>
              </w:rPr>
              <w:t xml:space="preserve">2015, </w:t>
            </w:r>
            <w:r w:rsidRPr="00537D80">
              <w:rPr>
                <w:rFonts w:ascii="Corbel" w:hAnsi="Corbel"/>
                <w:b w:val="0"/>
                <w:smallCaps w:val="0"/>
              </w:rPr>
              <w:t>nr 14, s. 7-18.</w:t>
            </w:r>
          </w:p>
        </w:tc>
      </w:tr>
    </w:tbl>
    <w:p w14:paraId="2ADA5742" w14:textId="77777777" w:rsidR="0085747A" w:rsidRPr="00537D8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537D8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37D8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6F323" w14:textId="77777777" w:rsidR="004A400F" w:rsidRDefault="004A400F" w:rsidP="00C16ABF">
      <w:pPr>
        <w:spacing w:after="0" w:line="240" w:lineRule="auto"/>
      </w:pPr>
      <w:r>
        <w:separator/>
      </w:r>
    </w:p>
  </w:endnote>
  <w:endnote w:type="continuationSeparator" w:id="0">
    <w:p w14:paraId="35786E9F" w14:textId="77777777" w:rsidR="004A400F" w:rsidRDefault="004A40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Corbel&quot;,sans-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8EB0C1" w14:textId="77777777" w:rsidR="004A400F" w:rsidRDefault="004A400F" w:rsidP="00C16ABF">
      <w:pPr>
        <w:spacing w:after="0" w:line="240" w:lineRule="auto"/>
      </w:pPr>
      <w:r>
        <w:separator/>
      </w:r>
    </w:p>
  </w:footnote>
  <w:footnote w:type="continuationSeparator" w:id="0">
    <w:p w14:paraId="3CE448AC" w14:textId="77777777" w:rsidR="004A400F" w:rsidRDefault="004A400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733B3"/>
    <w:multiLevelType w:val="hybridMultilevel"/>
    <w:tmpl w:val="14DEC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101E0"/>
    <w:multiLevelType w:val="hybridMultilevel"/>
    <w:tmpl w:val="533C770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&quot;Corbel&quot;,sans-serif" w:hAnsi="&quot;Corbel&quot;,sans-serif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F407B5"/>
    <w:multiLevelType w:val="hybridMultilevel"/>
    <w:tmpl w:val="AB16E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8528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1E7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47D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5D0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722"/>
    <w:rsid w:val="0044367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00F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7D80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D3777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64E5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3F0A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4990"/>
    <w:rsid w:val="008E64F4"/>
    <w:rsid w:val="008F0926"/>
    <w:rsid w:val="008F12C9"/>
    <w:rsid w:val="008F6E29"/>
    <w:rsid w:val="0091264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31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3B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40ADB"/>
    <w:rsid w:val="00B4266C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D94"/>
    <w:rsid w:val="00BD6FF4"/>
    <w:rsid w:val="00BF2C41"/>
    <w:rsid w:val="00C058B4"/>
    <w:rsid w:val="00C05F44"/>
    <w:rsid w:val="00C064B7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2CEE"/>
    <w:rsid w:val="00C74D3E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5FCE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53B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6B01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261188"/>
    <w:rsid w:val="08C08D9C"/>
    <w:rsid w:val="0B2B47A3"/>
    <w:rsid w:val="0D4AD3B7"/>
    <w:rsid w:val="0EE85ED3"/>
    <w:rsid w:val="10DC25B7"/>
    <w:rsid w:val="127C0873"/>
    <w:rsid w:val="130E0781"/>
    <w:rsid w:val="132D37F9"/>
    <w:rsid w:val="1D7D373E"/>
    <w:rsid w:val="22C602DC"/>
    <w:rsid w:val="35AE34FF"/>
    <w:rsid w:val="3982198D"/>
    <w:rsid w:val="3ECD8ACA"/>
    <w:rsid w:val="40D8BEEB"/>
    <w:rsid w:val="460F795E"/>
    <w:rsid w:val="4B0AA349"/>
    <w:rsid w:val="4C75B067"/>
    <w:rsid w:val="4EBCF688"/>
    <w:rsid w:val="5115229C"/>
    <w:rsid w:val="52C5A3A6"/>
    <w:rsid w:val="53D36C02"/>
    <w:rsid w:val="57FE6E4B"/>
    <w:rsid w:val="67B77F60"/>
    <w:rsid w:val="6A6F122D"/>
    <w:rsid w:val="7F1F8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4F376F-60AA-4218-B4C5-E41BFAE6EC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0AF8D7-D7D1-4325-A035-7EF80DC73E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2A76DF-B84A-4269-AEF2-884F5D4FD2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4F5F27-9CB6-4D0B-8428-CE6E3B2E2A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882</Words>
  <Characters>5298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4</cp:revision>
  <cp:lastPrinted>2019-02-06T12:12:00Z</cp:lastPrinted>
  <dcterms:created xsi:type="dcterms:W3CDTF">2020-12-13T21:08:00Z</dcterms:created>
  <dcterms:modified xsi:type="dcterms:W3CDTF">2020-12-13T21:11:00Z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